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AC7" w:rsidRDefault="00287AC7"/>
    <w:p w:rsidR="00287AC7" w:rsidRDefault="00287AC7" w:rsidP="00B015F4">
      <w:pPr>
        <w:jc w:val="center"/>
      </w:pPr>
      <w:r w:rsidRPr="006C772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4" o:spid="_x0000_i1025" type="#_x0000_t75" style="width:191.25pt;height:234.75pt;visibility:visible">
            <v:imagedata r:id="rId4" o:title=""/>
          </v:shape>
        </w:pict>
      </w:r>
    </w:p>
    <w:p w:rsidR="00287AC7" w:rsidRDefault="00287AC7">
      <w:pPr>
        <w:rPr>
          <w:rFonts w:ascii="Arial" w:hAnsi="Arial" w:cs="Arial"/>
          <w:sz w:val="20"/>
          <w:szCs w:val="20"/>
        </w:rPr>
      </w:pPr>
    </w:p>
    <w:p w:rsidR="00287AC7" w:rsidRDefault="00287AC7"/>
    <w:p w:rsidR="00287AC7" w:rsidRPr="00110B86" w:rsidRDefault="00287AC7" w:rsidP="00496717">
      <w:pPr>
        <w:jc w:val="center"/>
        <w:rPr>
          <w:rFonts w:ascii="Arial" w:hAnsi="Arial" w:cs="Arial"/>
          <w:sz w:val="28"/>
          <w:szCs w:val="28"/>
        </w:rPr>
      </w:pPr>
      <w:r w:rsidRPr="00110B86">
        <w:rPr>
          <w:rFonts w:ascii="Arial" w:hAnsi="Arial" w:cs="Arial"/>
          <w:sz w:val="28"/>
          <w:szCs w:val="28"/>
        </w:rPr>
        <w:t>INVITO</w:t>
      </w:r>
    </w:p>
    <w:p w:rsidR="00287AC7" w:rsidRPr="00110B86" w:rsidRDefault="00287AC7" w:rsidP="00496717">
      <w:pPr>
        <w:jc w:val="center"/>
        <w:rPr>
          <w:rFonts w:ascii="Arial" w:hAnsi="Arial" w:cs="Arial"/>
          <w:sz w:val="28"/>
          <w:szCs w:val="28"/>
        </w:rPr>
      </w:pPr>
    </w:p>
    <w:p w:rsidR="00287AC7" w:rsidRDefault="00287AC7" w:rsidP="00496717">
      <w:pPr>
        <w:jc w:val="center"/>
        <w:rPr>
          <w:rFonts w:ascii="Arial" w:hAnsi="Arial" w:cs="Arial"/>
          <w:b/>
          <w:sz w:val="28"/>
          <w:szCs w:val="28"/>
        </w:rPr>
      </w:pPr>
      <w:r w:rsidRPr="00110B86">
        <w:rPr>
          <w:rFonts w:ascii="Arial" w:hAnsi="Arial" w:cs="Arial"/>
          <w:b/>
          <w:sz w:val="28"/>
          <w:szCs w:val="28"/>
        </w:rPr>
        <w:t>CONVEGNO REGIONALE “VERSO UNA SCUOLA AMICA”</w:t>
      </w:r>
    </w:p>
    <w:p w:rsidR="00287AC7" w:rsidRDefault="00287AC7" w:rsidP="00496717">
      <w:pPr>
        <w:jc w:val="center"/>
        <w:rPr>
          <w:rFonts w:ascii="Arial" w:hAnsi="Arial" w:cs="Arial"/>
          <w:b/>
          <w:sz w:val="28"/>
          <w:szCs w:val="28"/>
        </w:rPr>
      </w:pPr>
    </w:p>
    <w:p w:rsidR="00287AC7" w:rsidRDefault="00287AC7" w:rsidP="0049671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ATTUALITÀ DI UN MODELLO DI PROGETTAZIONE PARTECIPATA</w:t>
      </w:r>
    </w:p>
    <w:p w:rsidR="00287AC7" w:rsidRDefault="00287AC7" w:rsidP="00496717">
      <w:pPr>
        <w:jc w:val="center"/>
        <w:rPr>
          <w:rFonts w:ascii="Arial" w:hAnsi="Arial" w:cs="Arial"/>
          <w:sz w:val="28"/>
          <w:szCs w:val="28"/>
        </w:rPr>
      </w:pPr>
    </w:p>
    <w:p w:rsidR="00287AC7" w:rsidRDefault="00287AC7" w:rsidP="0049671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GIULIANOVA, 9 GENNAIO 2014</w:t>
      </w:r>
    </w:p>
    <w:p w:rsidR="00287AC7" w:rsidRDefault="00287AC7" w:rsidP="00496717">
      <w:pPr>
        <w:jc w:val="center"/>
        <w:rPr>
          <w:rFonts w:ascii="Arial" w:hAnsi="Arial" w:cs="Arial"/>
          <w:sz w:val="28"/>
          <w:szCs w:val="28"/>
        </w:rPr>
      </w:pPr>
    </w:p>
    <w:p w:rsidR="00287AC7" w:rsidRDefault="00287AC7" w:rsidP="0049671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Ore 9.00 – 13.30</w:t>
      </w:r>
    </w:p>
    <w:p w:rsidR="00287AC7" w:rsidRDefault="00287AC7" w:rsidP="00496717">
      <w:pPr>
        <w:jc w:val="center"/>
        <w:rPr>
          <w:rFonts w:ascii="Arial" w:hAnsi="Arial" w:cs="Arial"/>
          <w:sz w:val="28"/>
          <w:szCs w:val="28"/>
        </w:rPr>
      </w:pPr>
    </w:p>
    <w:p w:rsidR="00287AC7" w:rsidRDefault="00287AC7" w:rsidP="00715974">
      <w:pPr>
        <w:rPr>
          <w:rFonts w:ascii="Arial" w:hAnsi="Arial" w:cs="Arial"/>
          <w:sz w:val="20"/>
          <w:szCs w:val="20"/>
        </w:rPr>
      </w:pPr>
      <w:r w:rsidRPr="00715974">
        <w:rPr>
          <w:rFonts w:ascii="Arial" w:hAnsi="Arial" w:cs="Arial"/>
          <w:sz w:val="20"/>
          <w:szCs w:val="20"/>
        </w:rPr>
        <w:t>ore 9.00</w:t>
      </w:r>
      <w:r>
        <w:rPr>
          <w:rFonts w:ascii="Arial" w:hAnsi="Arial" w:cs="Arial"/>
          <w:sz w:val="20"/>
          <w:szCs w:val="20"/>
        </w:rPr>
        <w:t xml:space="preserve"> - </w:t>
      </w:r>
      <w:r w:rsidRPr="00715974">
        <w:rPr>
          <w:rFonts w:ascii="Arial" w:hAnsi="Arial" w:cs="Arial"/>
          <w:sz w:val="20"/>
          <w:szCs w:val="20"/>
        </w:rPr>
        <w:t xml:space="preserve"> Registrazione dei partecipanti</w:t>
      </w:r>
    </w:p>
    <w:p w:rsidR="00287AC7" w:rsidRDefault="00287AC7" w:rsidP="00715974">
      <w:pPr>
        <w:rPr>
          <w:rFonts w:ascii="Arial" w:hAnsi="Arial" w:cs="Arial"/>
          <w:sz w:val="20"/>
          <w:szCs w:val="20"/>
        </w:rPr>
      </w:pPr>
    </w:p>
    <w:p w:rsidR="00287AC7" w:rsidRDefault="00287AC7" w:rsidP="0080596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ore 9.30 – Saluto della Dirigente scolastica dott.ssa Leonilde Maloni</w:t>
      </w:r>
    </w:p>
    <w:p w:rsidR="00287AC7" w:rsidRDefault="00287AC7" w:rsidP="00715974">
      <w:pPr>
        <w:rPr>
          <w:rFonts w:ascii="Arial" w:hAnsi="Arial" w:cs="Arial"/>
          <w:sz w:val="20"/>
          <w:szCs w:val="20"/>
        </w:rPr>
      </w:pPr>
    </w:p>
    <w:p w:rsidR="00287AC7" w:rsidRDefault="00287AC7" w:rsidP="007159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-  Saluti  Istituzionali alle scuole convenute</w:t>
      </w:r>
    </w:p>
    <w:p w:rsidR="00287AC7" w:rsidRDefault="00287AC7" w:rsidP="00715974">
      <w:pPr>
        <w:rPr>
          <w:rFonts w:ascii="Arial" w:hAnsi="Arial" w:cs="Arial"/>
          <w:sz w:val="20"/>
          <w:szCs w:val="20"/>
        </w:rPr>
      </w:pPr>
    </w:p>
    <w:p w:rsidR="00287AC7" w:rsidRDefault="00287AC7" w:rsidP="007159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ore 9.45 – Intervento Anna Maria Monti, Presidente Unicef Abruzzo</w:t>
      </w:r>
    </w:p>
    <w:p w:rsidR="00287AC7" w:rsidRDefault="00287AC7" w:rsidP="00715974">
      <w:pPr>
        <w:rPr>
          <w:rFonts w:ascii="Arial" w:hAnsi="Arial" w:cs="Arial"/>
          <w:sz w:val="20"/>
          <w:szCs w:val="20"/>
        </w:rPr>
      </w:pPr>
    </w:p>
    <w:p w:rsidR="00287AC7" w:rsidRDefault="00287AC7" w:rsidP="007159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ore 10.00 – Intervento Manuela D’Alessandro, Unicef Italia</w:t>
      </w:r>
    </w:p>
    <w:p w:rsidR="00287AC7" w:rsidRDefault="00287AC7" w:rsidP="00715974">
      <w:pPr>
        <w:rPr>
          <w:rFonts w:ascii="Arial" w:hAnsi="Arial" w:cs="Arial"/>
          <w:sz w:val="20"/>
          <w:szCs w:val="20"/>
        </w:rPr>
      </w:pPr>
    </w:p>
    <w:p w:rsidR="00287AC7" w:rsidRDefault="00287AC7" w:rsidP="001021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ore 10.30 – Intervento Francesca Romana Di Febo, Referente di progetto presso il MIUR</w:t>
      </w:r>
    </w:p>
    <w:p w:rsidR="00287AC7" w:rsidRDefault="00287AC7" w:rsidP="001021EC">
      <w:pPr>
        <w:rPr>
          <w:rFonts w:ascii="Arial" w:hAnsi="Arial" w:cs="Arial"/>
          <w:sz w:val="20"/>
          <w:szCs w:val="20"/>
        </w:rPr>
      </w:pPr>
    </w:p>
    <w:p w:rsidR="00287AC7" w:rsidRDefault="00287AC7" w:rsidP="001021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ore 11.00 – Coffe break</w:t>
      </w:r>
    </w:p>
    <w:p w:rsidR="00287AC7" w:rsidRDefault="00287AC7" w:rsidP="001021EC">
      <w:pPr>
        <w:rPr>
          <w:rFonts w:ascii="Arial" w:hAnsi="Arial" w:cs="Arial"/>
          <w:sz w:val="20"/>
          <w:szCs w:val="20"/>
        </w:rPr>
      </w:pPr>
    </w:p>
    <w:p w:rsidR="00287AC7" w:rsidRDefault="00287AC7" w:rsidP="004B3BE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ore 11.30 - La parola alle scuole</w:t>
      </w:r>
    </w:p>
    <w:p w:rsidR="00287AC7" w:rsidRDefault="00287AC7" w:rsidP="001021EC">
      <w:pPr>
        <w:rPr>
          <w:rFonts w:ascii="Arial" w:hAnsi="Arial" w:cs="Arial"/>
          <w:sz w:val="20"/>
          <w:szCs w:val="20"/>
        </w:rPr>
      </w:pPr>
    </w:p>
    <w:p w:rsidR="00287AC7" w:rsidRDefault="00287AC7" w:rsidP="001021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LE ESPERIENZE : Scuole “Amiche” delle bambine e dei bambini</w:t>
      </w:r>
    </w:p>
    <w:p w:rsidR="00287AC7" w:rsidRDefault="00287AC7" w:rsidP="001021EC">
      <w:pPr>
        <w:rPr>
          <w:rFonts w:ascii="Arial" w:hAnsi="Arial" w:cs="Arial"/>
          <w:sz w:val="20"/>
          <w:szCs w:val="20"/>
        </w:rPr>
      </w:pPr>
    </w:p>
    <w:p w:rsidR="00287AC7" w:rsidRDefault="00287AC7" w:rsidP="001021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LE IDEE: Scuole che stanno per iniziare la progettazione “Scuola Amica”</w:t>
      </w:r>
    </w:p>
    <w:p w:rsidR="00287AC7" w:rsidRDefault="00287AC7" w:rsidP="00715974">
      <w:pPr>
        <w:rPr>
          <w:rFonts w:ascii="Arial" w:hAnsi="Arial" w:cs="Arial"/>
          <w:sz w:val="20"/>
          <w:szCs w:val="20"/>
        </w:rPr>
      </w:pPr>
    </w:p>
    <w:p w:rsidR="00287AC7" w:rsidRPr="00715974" w:rsidRDefault="00287AC7" w:rsidP="007159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ore 13.30 – Chiusura dei lavori</w:t>
      </w:r>
    </w:p>
    <w:sectPr w:rsidR="00287AC7" w:rsidRPr="00715974" w:rsidSect="005D09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717"/>
    <w:rsid w:val="00080E91"/>
    <w:rsid w:val="001021EC"/>
    <w:rsid w:val="00110B86"/>
    <w:rsid w:val="00287AC7"/>
    <w:rsid w:val="00335588"/>
    <w:rsid w:val="003965B9"/>
    <w:rsid w:val="00431B70"/>
    <w:rsid w:val="00496717"/>
    <w:rsid w:val="004B3BE9"/>
    <w:rsid w:val="005A0DFB"/>
    <w:rsid w:val="005D09F7"/>
    <w:rsid w:val="006223CE"/>
    <w:rsid w:val="00684F38"/>
    <w:rsid w:val="006C7720"/>
    <w:rsid w:val="00715974"/>
    <w:rsid w:val="007E24A8"/>
    <w:rsid w:val="00805964"/>
    <w:rsid w:val="00B015F4"/>
    <w:rsid w:val="00B20C87"/>
    <w:rsid w:val="00BA451E"/>
    <w:rsid w:val="00BE2E0C"/>
    <w:rsid w:val="00DD1A90"/>
    <w:rsid w:val="00DE3E1E"/>
    <w:rsid w:val="00EE5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9F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96717"/>
    <w:pPr>
      <w:tabs>
        <w:tab w:val="center" w:pos="4819"/>
        <w:tab w:val="right" w:pos="9638"/>
      </w:tabs>
    </w:pPr>
    <w:rPr>
      <w:rFonts w:eastAsia="SimSun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96717"/>
    <w:rPr>
      <w:rFonts w:eastAsia="SimSun" w:cs="Times New Roman"/>
      <w:sz w:val="24"/>
      <w:szCs w:val="24"/>
      <w:lang w:val="it-IT" w:eastAsia="zh-CN" w:bidi="ar-SA"/>
    </w:rPr>
  </w:style>
  <w:style w:type="paragraph" w:styleId="BalloonText">
    <w:name w:val="Balloon Text"/>
    <w:basedOn w:val="Normal"/>
    <w:link w:val="BalloonTextChar"/>
    <w:uiPriority w:val="99"/>
    <w:rsid w:val="00B015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015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121</Words>
  <Characters>691</Characters>
  <Application>Microsoft Office Outlook</Application>
  <DocSecurity>0</DocSecurity>
  <Lines>0</Lines>
  <Paragraphs>0</Paragraphs>
  <ScaleCrop>false</ScaleCrop>
  <Company>M.I.U.R.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M.I.U.R.</dc:creator>
  <cp:keywords/>
  <dc:description/>
  <cp:lastModifiedBy>M.I.U.R.</cp:lastModifiedBy>
  <cp:revision>2</cp:revision>
  <cp:lastPrinted>2014-01-18T09:44:00Z</cp:lastPrinted>
  <dcterms:created xsi:type="dcterms:W3CDTF">2013-12-18T14:03:00Z</dcterms:created>
  <dcterms:modified xsi:type="dcterms:W3CDTF">2013-12-18T14:03:00Z</dcterms:modified>
</cp:coreProperties>
</file>